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337" w:rsidRPr="00640E21" w:rsidRDefault="00082D9E" w:rsidP="006A4337">
      <w:pPr>
        <w:rPr>
          <w:rFonts w:cs="Arial"/>
          <w:sz w:val="22"/>
          <w:szCs w:val="22"/>
        </w:rPr>
      </w:pPr>
      <w:r w:rsidRPr="00640E21">
        <w:rPr>
          <w:rFonts w:cs="Arial"/>
          <w:sz w:val="22"/>
          <w:szCs w:val="22"/>
        </w:rPr>
        <w:t>Transpordiamet</w:t>
      </w:r>
    </w:p>
    <w:p w:rsidR="006A4337" w:rsidRPr="00640E21" w:rsidRDefault="00082D9E" w:rsidP="006A4337">
      <w:pPr>
        <w:rPr>
          <w:rFonts w:cs="Arial"/>
          <w:sz w:val="22"/>
          <w:szCs w:val="22"/>
          <w:lang w:val="et-EE"/>
        </w:rPr>
      </w:pPr>
      <w:r w:rsidRPr="00640E21">
        <w:rPr>
          <w:rFonts w:cs="Arial"/>
          <w:sz w:val="22"/>
          <w:szCs w:val="22"/>
        </w:rPr>
        <w:t xml:space="preserve">info@transpordiamet.ee </w:t>
      </w:r>
      <w:r w:rsidR="00F62F9D" w:rsidRPr="00640E21">
        <w:rPr>
          <w:rFonts w:cs="Arial"/>
          <w:sz w:val="22"/>
          <w:szCs w:val="22"/>
        </w:rPr>
        <w:t xml:space="preserve"> </w:t>
      </w:r>
      <w:r w:rsidR="006A4337" w:rsidRPr="00640E21">
        <w:rPr>
          <w:rStyle w:val="Hyperlink"/>
          <w:rFonts w:cs="Arial"/>
          <w:sz w:val="22"/>
          <w:szCs w:val="22"/>
          <w:u w:val="none"/>
        </w:rPr>
        <w:t xml:space="preserve">                                                </w:t>
      </w:r>
      <w:r w:rsidRPr="00640E21">
        <w:rPr>
          <w:rStyle w:val="Hyperlink"/>
          <w:rFonts w:cs="Arial"/>
          <w:sz w:val="22"/>
          <w:szCs w:val="22"/>
          <w:u w:val="none"/>
        </w:rPr>
        <w:t xml:space="preserve">        </w:t>
      </w:r>
      <w:r w:rsidR="008379BB" w:rsidRPr="00640E21">
        <w:rPr>
          <w:rStyle w:val="Hyperlink"/>
          <w:rFonts w:cs="Arial"/>
          <w:sz w:val="22"/>
          <w:szCs w:val="22"/>
          <w:u w:val="none"/>
        </w:rPr>
        <w:t xml:space="preserve">          </w:t>
      </w:r>
      <w:r w:rsidR="006A4337" w:rsidRPr="00640E21">
        <w:rPr>
          <w:rFonts w:cs="Arial"/>
          <w:sz w:val="22"/>
          <w:szCs w:val="22"/>
          <w:lang w:val="et-EE"/>
        </w:rPr>
        <w:t xml:space="preserve">Meie: </w:t>
      </w:r>
      <w:r w:rsidR="00C32854" w:rsidRPr="00640E21">
        <w:rPr>
          <w:rFonts w:cs="Arial"/>
          <w:sz w:val="22"/>
          <w:szCs w:val="22"/>
          <w:lang w:val="et-EE"/>
        </w:rPr>
        <w:t>15</w:t>
      </w:r>
      <w:r w:rsidR="009555BC" w:rsidRPr="00640E21">
        <w:rPr>
          <w:rFonts w:cs="Arial"/>
          <w:sz w:val="22"/>
          <w:szCs w:val="22"/>
          <w:lang w:val="et-EE"/>
        </w:rPr>
        <w:t>.05.2025</w:t>
      </w:r>
      <w:r w:rsidR="00EA47D4" w:rsidRPr="00640E21">
        <w:rPr>
          <w:rFonts w:cs="Arial"/>
          <w:sz w:val="22"/>
          <w:szCs w:val="22"/>
          <w:lang w:val="et-EE"/>
        </w:rPr>
        <w:t xml:space="preserve"> </w:t>
      </w:r>
      <w:r w:rsidR="006A4337" w:rsidRPr="00640E21">
        <w:rPr>
          <w:rFonts w:cs="Arial"/>
          <w:sz w:val="22"/>
          <w:szCs w:val="22"/>
          <w:lang w:val="et-EE"/>
        </w:rPr>
        <w:t xml:space="preserve">nr </w:t>
      </w:r>
      <w:r w:rsidR="00C32854" w:rsidRPr="00640E21">
        <w:rPr>
          <w:rFonts w:cs="Arial"/>
          <w:sz w:val="22"/>
          <w:szCs w:val="22"/>
          <w:lang w:val="et-EE"/>
        </w:rPr>
        <w:t>1</w:t>
      </w:r>
      <w:r w:rsidR="006A4337" w:rsidRPr="00640E21">
        <w:rPr>
          <w:rFonts w:cs="Arial"/>
          <w:sz w:val="22"/>
          <w:szCs w:val="22"/>
          <w:lang w:val="et-EE"/>
        </w:rPr>
        <w:tab/>
      </w:r>
      <w:r w:rsidR="006A4337" w:rsidRPr="00640E21">
        <w:rPr>
          <w:rFonts w:cs="Arial"/>
          <w:sz w:val="22"/>
          <w:szCs w:val="22"/>
          <w:lang w:val="et-EE"/>
        </w:rPr>
        <w:tab/>
      </w:r>
      <w:r w:rsidR="006A4337" w:rsidRPr="00640E21">
        <w:rPr>
          <w:rFonts w:cs="Arial"/>
          <w:sz w:val="22"/>
          <w:szCs w:val="22"/>
          <w:lang w:val="et-EE"/>
        </w:rPr>
        <w:tab/>
      </w:r>
      <w:r w:rsidR="006A4337" w:rsidRPr="00640E21">
        <w:rPr>
          <w:rFonts w:cs="Arial"/>
          <w:sz w:val="22"/>
          <w:szCs w:val="22"/>
          <w:lang w:val="et-EE"/>
        </w:rPr>
        <w:tab/>
      </w:r>
      <w:r w:rsidR="006A4337" w:rsidRPr="00640E21">
        <w:rPr>
          <w:rFonts w:cs="Arial"/>
          <w:sz w:val="22"/>
          <w:szCs w:val="22"/>
          <w:lang w:val="et-EE"/>
        </w:rPr>
        <w:tab/>
      </w:r>
      <w:r w:rsidR="006A4337" w:rsidRPr="00640E21">
        <w:rPr>
          <w:rFonts w:cs="Arial"/>
          <w:sz w:val="22"/>
          <w:szCs w:val="22"/>
          <w:lang w:val="et-EE"/>
        </w:rPr>
        <w:tab/>
      </w:r>
      <w:r w:rsidR="006A4337" w:rsidRPr="00640E21">
        <w:rPr>
          <w:rFonts w:cs="Arial"/>
          <w:sz w:val="22"/>
          <w:szCs w:val="22"/>
          <w:lang w:val="et-EE"/>
        </w:rPr>
        <w:tab/>
      </w:r>
      <w:r w:rsidR="006A4337" w:rsidRPr="00640E21">
        <w:rPr>
          <w:rFonts w:cs="Arial"/>
          <w:sz w:val="22"/>
          <w:szCs w:val="22"/>
          <w:lang w:val="et-EE"/>
        </w:rPr>
        <w:tab/>
      </w:r>
      <w:r w:rsidR="006A4337" w:rsidRPr="00640E21">
        <w:rPr>
          <w:rFonts w:cs="Arial"/>
          <w:sz w:val="22"/>
          <w:szCs w:val="22"/>
          <w:lang w:val="et-EE"/>
        </w:rPr>
        <w:tab/>
      </w:r>
      <w:r w:rsidR="006A4337" w:rsidRPr="00640E21">
        <w:rPr>
          <w:rFonts w:cs="Arial"/>
          <w:sz w:val="22"/>
          <w:szCs w:val="22"/>
          <w:lang w:val="et-EE"/>
        </w:rPr>
        <w:tab/>
      </w:r>
    </w:p>
    <w:p w:rsidR="00705B32" w:rsidRPr="00640E21" w:rsidRDefault="00705B32" w:rsidP="006A4337">
      <w:pPr>
        <w:rPr>
          <w:rFonts w:cs="Arial"/>
          <w:b/>
          <w:bCs/>
          <w:sz w:val="22"/>
          <w:szCs w:val="22"/>
          <w:lang w:val="et-EE"/>
        </w:rPr>
      </w:pPr>
    </w:p>
    <w:p w:rsidR="00640E21" w:rsidRDefault="00640E21" w:rsidP="006A4337">
      <w:pPr>
        <w:rPr>
          <w:rFonts w:cs="Arial"/>
          <w:b/>
          <w:bCs/>
          <w:sz w:val="22"/>
          <w:szCs w:val="22"/>
          <w:lang w:val="et-EE"/>
        </w:rPr>
      </w:pPr>
    </w:p>
    <w:p w:rsidR="006A4337" w:rsidRPr="00640E21" w:rsidRDefault="008A3438" w:rsidP="006A4337">
      <w:pPr>
        <w:rPr>
          <w:rFonts w:cs="Arial"/>
          <w:b/>
          <w:bCs/>
          <w:sz w:val="22"/>
          <w:szCs w:val="22"/>
          <w:lang w:val="et-EE"/>
        </w:rPr>
      </w:pPr>
      <w:r w:rsidRPr="00640E21">
        <w:rPr>
          <w:rFonts w:cs="Arial"/>
          <w:b/>
          <w:bCs/>
          <w:sz w:val="22"/>
          <w:szCs w:val="22"/>
          <w:lang w:val="et-EE"/>
        </w:rPr>
        <w:t>Projekteerimistingimuste taotlus Uus-Keldrimäe kinnistu juurdepääsutee ristmiku rajamise haldusmenetlusega alustamiseks</w:t>
      </w:r>
      <w:r w:rsidR="006A4337" w:rsidRPr="00640E21">
        <w:rPr>
          <w:rFonts w:cs="Arial"/>
          <w:b/>
          <w:bCs/>
          <w:sz w:val="22"/>
          <w:szCs w:val="22"/>
          <w:lang w:val="et-EE"/>
        </w:rPr>
        <w:t xml:space="preserve"> </w:t>
      </w:r>
    </w:p>
    <w:p w:rsidR="00A63778" w:rsidRPr="00640E21" w:rsidRDefault="00A63778" w:rsidP="00A63778">
      <w:pPr>
        <w:jc w:val="both"/>
        <w:rPr>
          <w:rFonts w:cs="Arial"/>
          <w:sz w:val="22"/>
          <w:szCs w:val="22"/>
          <w:lang w:val="et-EE"/>
        </w:rPr>
      </w:pPr>
    </w:p>
    <w:p w:rsidR="00640E21" w:rsidRDefault="00640E21" w:rsidP="008A3438">
      <w:pPr>
        <w:rPr>
          <w:rFonts w:cs="Arial"/>
          <w:color w:val="222222"/>
          <w:sz w:val="22"/>
          <w:szCs w:val="22"/>
          <w:shd w:val="clear" w:color="auto" w:fill="FFFFFF"/>
        </w:rPr>
      </w:pPr>
    </w:p>
    <w:p w:rsidR="00640E21" w:rsidRDefault="00640E21" w:rsidP="008A3438">
      <w:pPr>
        <w:rPr>
          <w:rFonts w:cs="Arial"/>
          <w:color w:val="222222"/>
          <w:sz w:val="22"/>
          <w:szCs w:val="22"/>
          <w:shd w:val="clear" w:color="auto" w:fill="FFFFFF"/>
        </w:rPr>
      </w:pPr>
    </w:p>
    <w:p w:rsidR="00640E21" w:rsidRDefault="00640E21" w:rsidP="008A3438">
      <w:pPr>
        <w:rPr>
          <w:rFonts w:cs="Arial"/>
          <w:color w:val="222222"/>
          <w:sz w:val="22"/>
          <w:szCs w:val="22"/>
          <w:shd w:val="clear" w:color="auto" w:fill="FFFFFF"/>
        </w:rPr>
      </w:pPr>
    </w:p>
    <w:p w:rsidR="008A3438" w:rsidRPr="00640E21" w:rsidRDefault="008A3438" w:rsidP="008A3438">
      <w:pPr>
        <w:rPr>
          <w:rFonts w:cs="Arial"/>
          <w:color w:val="222222"/>
          <w:sz w:val="22"/>
          <w:szCs w:val="22"/>
          <w:shd w:val="clear" w:color="auto" w:fill="FFFFFF"/>
        </w:rPr>
      </w:pPr>
      <w:r w:rsidRPr="00640E21">
        <w:rPr>
          <w:rFonts w:cs="Arial"/>
          <w:color w:val="222222"/>
          <w:sz w:val="22"/>
          <w:szCs w:val="22"/>
          <w:shd w:val="clear" w:color="auto" w:fill="FFFFFF"/>
        </w:rPr>
        <w:t xml:space="preserve">Rallipere OÜ taotleb projekteerimise nõuete väljastamist Uus-Keldrimäe kinnistule juurdepääsutee rajamiseks vajaliku ristumiskohale riigimaanteelt nr 13 Jägala-Käravete 19,22km </w:t>
      </w:r>
      <w:r w:rsidR="00640E21">
        <w:rPr>
          <w:rFonts w:cs="Arial"/>
          <w:color w:val="222222"/>
          <w:sz w:val="22"/>
          <w:szCs w:val="22"/>
          <w:shd w:val="clear" w:color="auto" w:fill="FFFFFF"/>
        </w:rPr>
        <w:t xml:space="preserve"> </w:t>
      </w:r>
      <w:r w:rsidRPr="00640E21">
        <w:rPr>
          <w:rFonts w:cs="Arial"/>
          <w:color w:val="222222"/>
          <w:sz w:val="22"/>
          <w:szCs w:val="22"/>
          <w:shd w:val="clear" w:color="auto" w:fill="FFFFFF"/>
        </w:rPr>
        <w:t>Raudoja külas Harju maakonnas.</w:t>
      </w:r>
    </w:p>
    <w:p w:rsidR="00A63778" w:rsidRPr="00640E21" w:rsidRDefault="00A63778" w:rsidP="00A63778">
      <w:pPr>
        <w:jc w:val="both"/>
        <w:rPr>
          <w:rFonts w:cs="Arial"/>
          <w:sz w:val="22"/>
          <w:szCs w:val="22"/>
          <w:lang w:val="et-EE"/>
        </w:rPr>
      </w:pPr>
    </w:p>
    <w:p w:rsidR="000F7A6C" w:rsidRDefault="000F7A6C" w:rsidP="00A63778">
      <w:pPr>
        <w:jc w:val="both"/>
        <w:rPr>
          <w:rFonts w:cs="Arial"/>
          <w:sz w:val="22"/>
          <w:szCs w:val="22"/>
          <w:lang w:val="et-EE"/>
        </w:rPr>
      </w:pPr>
    </w:p>
    <w:p w:rsidR="00640E21" w:rsidRPr="00640E21" w:rsidRDefault="00640E21" w:rsidP="00A63778">
      <w:pPr>
        <w:jc w:val="both"/>
        <w:rPr>
          <w:rFonts w:cs="Arial"/>
          <w:sz w:val="22"/>
          <w:szCs w:val="22"/>
          <w:lang w:val="et-EE"/>
        </w:rPr>
      </w:pPr>
    </w:p>
    <w:p w:rsidR="00A63778" w:rsidRPr="00640E21" w:rsidRDefault="00A63778" w:rsidP="00A63778">
      <w:pPr>
        <w:jc w:val="both"/>
        <w:rPr>
          <w:rFonts w:cs="Arial"/>
          <w:b/>
          <w:bCs/>
          <w:sz w:val="22"/>
          <w:szCs w:val="22"/>
          <w:lang w:val="et-EE"/>
        </w:rPr>
      </w:pPr>
      <w:r w:rsidRPr="00640E21">
        <w:rPr>
          <w:rFonts w:cs="Arial"/>
          <w:b/>
          <w:bCs/>
          <w:sz w:val="22"/>
          <w:szCs w:val="22"/>
          <w:lang w:val="et-EE"/>
        </w:rPr>
        <w:t xml:space="preserve">1. Taotleja andmed </w:t>
      </w:r>
    </w:p>
    <w:p w:rsidR="00A63778" w:rsidRPr="00640E21" w:rsidRDefault="008A3438" w:rsidP="00FB5460">
      <w:pPr>
        <w:spacing w:before="120"/>
        <w:jc w:val="both"/>
        <w:rPr>
          <w:rFonts w:cs="Arial"/>
          <w:sz w:val="22"/>
          <w:szCs w:val="22"/>
          <w:lang w:val="et-EE"/>
        </w:rPr>
      </w:pPr>
      <w:r w:rsidRPr="00640E21">
        <w:rPr>
          <w:rFonts w:cs="Arial"/>
          <w:sz w:val="22"/>
          <w:szCs w:val="22"/>
          <w:lang w:val="et-EE"/>
        </w:rPr>
        <w:t>Rallipere OÜ ärireg.kood 12230053</w:t>
      </w:r>
      <w:r w:rsidR="00D4607E" w:rsidRPr="00640E21">
        <w:rPr>
          <w:rFonts w:cs="Arial"/>
          <w:sz w:val="22"/>
          <w:szCs w:val="22"/>
          <w:lang w:val="et-EE"/>
        </w:rPr>
        <w:t xml:space="preserve">, aadress </w:t>
      </w:r>
      <w:r w:rsidR="00082D9E" w:rsidRPr="00640E21">
        <w:rPr>
          <w:rFonts w:cs="Arial"/>
          <w:sz w:val="22"/>
          <w:szCs w:val="22"/>
          <w:lang w:val="et-EE"/>
        </w:rPr>
        <w:t>Uus-</w:t>
      </w:r>
      <w:r w:rsidRPr="00640E21">
        <w:rPr>
          <w:rFonts w:cs="Arial"/>
          <w:sz w:val="22"/>
          <w:szCs w:val="22"/>
          <w:lang w:val="et-EE"/>
        </w:rPr>
        <w:t>Keldrimäe, Raudoja küla, Harjumaa</w:t>
      </w:r>
    </w:p>
    <w:p w:rsidR="00A63778" w:rsidRPr="00640E21" w:rsidRDefault="00D4607E" w:rsidP="00A63778">
      <w:pPr>
        <w:jc w:val="both"/>
        <w:rPr>
          <w:rFonts w:cs="Arial"/>
          <w:sz w:val="22"/>
          <w:szCs w:val="22"/>
          <w:lang w:val="et-EE"/>
        </w:rPr>
      </w:pPr>
      <w:r w:rsidRPr="00640E21">
        <w:rPr>
          <w:rFonts w:cs="Arial"/>
          <w:sz w:val="22"/>
          <w:szCs w:val="22"/>
          <w:lang w:val="et-EE"/>
        </w:rPr>
        <w:t>E</w:t>
      </w:r>
      <w:r w:rsidR="00082D9E" w:rsidRPr="00640E21">
        <w:rPr>
          <w:rFonts w:cs="Arial"/>
          <w:sz w:val="22"/>
          <w:szCs w:val="22"/>
          <w:lang w:val="et-EE"/>
        </w:rPr>
        <w:t>sindaja</w:t>
      </w:r>
      <w:r w:rsidR="00640E21">
        <w:rPr>
          <w:rFonts w:cs="Arial"/>
          <w:sz w:val="22"/>
          <w:szCs w:val="22"/>
          <w:lang w:val="et-EE"/>
        </w:rPr>
        <w:t>:</w:t>
      </w:r>
      <w:r w:rsidR="00082D9E" w:rsidRPr="00640E21">
        <w:rPr>
          <w:rFonts w:cs="Arial"/>
          <w:sz w:val="22"/>
          <w:szCs w:val="22"/>
          <w:lang w:val="et-EE"/>
        </w:rPr>
        <w:t xml:space="preserve"> juhatuse</w:t>
      </w:r>
      <w:r w:rsidR="00640E21">
        <w:rPr>
          <w:rFonts w:cs="Arial"/>
          <w:sz w:val="22"/>
          <w:szCs w:val="22"/>
          <w:lang w:val="et-EE"/>
        </w:rPr>
        <w:t xml:space="preserve"> </w:t>
      </w:r>
      <w:r w:rsidR="00082D9E" w:rsidRPr="00640E21">
        <w:rPr>
          <w:rFonts w:cs="Arial"/>
          <w:sz w:val="22"/>
          <w:szCs w:val="22"/>
          <w:lang w:val="et-EE"/>
        </w:rPr>
        <w:t>liige Triinu Allipere, ik: 47708010271</w:t>
      </w:r>
    </w:p>
    <w:p w:rsidR="00A63778" w:rsidRDefault="00A63778" w:rsidP="00A63778">
      <w:pPr>
        <w:jc w:val="both"/>
        <w:rPr>
          <w:rFonts w:cs="Arial"/>
          <w:sz w:val="22"/>
          <w:szCs w:val="22"/>
          <w:lang w:val="et-EE"/>
        </w:rPr>
      </w:pPr>
    </w:p>
    <w:p w:rsidR="00640E21" w:rsidRPr="00640E21" w:rsidRDefault="00640E21" w:rsidP="00A63778">
      <w:pPr>
        <w:jc w:val="both"/>
        <w:rPr>
          <w:rFonts w:cs="Arial"/>
          <w:sz w:val="22"/>
          <w:szCs w:val="22"/>
          <w:lang w:val="et-EE"/>
        </w:rPr>
      </w:pPr>
    </w:p>
    <w:p w:rsidR="00A63778" w:rsidRPr="00640E21" w:rsidRDefault="00A63778" w:rsidP="00A63778">
      <w:pPr>
        <w:jc w:val="both"/>
        <w:rPr>
          <w:rFonts w:cs="Arial"/>
          <w:b/>
          <w:bCs/>
          <w:sz w:val="22"/>
          <w:szCs w:val="22"/>
          <w:lang w:val="et-EE"/>
        </w:rPr>
      </w:pPr>
      <w:r w:rsidRPr="00640E21">
        <w:rPr>
          <w:rFonts w:cs="Arial"/>
          <w:b/>
          <w:bCs/>
          <w:sz w:val="22"/>
          <w:szCs w:val="22"/>
          <w:lang w:val="et-EE"/>
        </w:rPr>
        <w:t xml:space="preserve">2. </w:t>
      </w:r>
      <w:r w:rsidR="0062002C">
        <w:rPr>
          <w:rFonts w:cs="Arial"/>
          <w:b/>
          <w:bCs/>
          <w:sz w:val="22"/>
          <w:szCs w:val="22"/>
          <w:lang w:val="et-EE"/>
        </w:rPr>
        <w:t>Koormatava k</w:t>
      </w:r>
      <w:r w:rsidRPr="00640E21">
        <w:rPr>
          <w:rFonts w:cs="Arial"/>
          <w:b/>
          <w:bCs/>
          <w:sz w:val="22"/>
          <w:szCs w:val="22"/>
          <w:lang w:val="et-EE"/>
        </w:rPr>
        <w:t>innistu ja kinnistu omaniku andmed</w:t>
      </w:r>
    </w:p>
    <w:p w:rsidR="00D4607E" w:rsidRPr="00640E21" w:rsidRDefault="00D4607E" w:rsidP="00DC6901">
      <w:pPr>
        <w:spacing w:before="120"/>
        <w:jc w:val="both"/>
        <w:rPr>
          <w:rFonts w:cs="Arial"/>
          <w:sz w:val="22"/>
          <w:szCs w:val="22"/>
          <w:lang w:val="et-EE"/>
        </w:rPr>
      </w:pPr>
      <w:r w:rsidRPr="00640E21">
        <w:rPr>
          <w:rFonts w:cs="Arial"/>
          <w:sz w:val="22"/>
          <w:szCs w:val="22"/>
          <w:lang w:val="et-EE"/>
        </w:rPr>
        <w:t xml:space="preserve">Aadress: </w:t>
      </w:r>
      <w:r w:rsidR="00E3446E" w:rsidRPr="00640E21">
        <w:rPr>
          <w:rFonts w:cs="Arial"/>
          <w:b/>
          <w:bCs/>
          <w:sz w:val="22"/>
          <w:szCs w:val="22"/>
          <w:lang w:val="et-EE"/>
        </w:rPr>
        <w:t xml:space="preserve"> </w:t>
      </w:r>
      <w:r w:rsidR="00082D9E" w:rsidRPr="00640E21">
        <w:rPr>
          <w:rFonts w:cs="Arial"/>
          <w:sz w:val="22"/>
          <w:szCs w:val="22"/>
        </w:rPr>
        <w:t xml:space="preserve">Raudoja </w:t>
      </w:r>
      <w:r w:rsidR="00082D9E" w:rsidRPr="00640E21">
        <w:rPr>
          <w:rFonts w:eastAsia="Times New Roman" w:cs="Arial"/>
          <w:color w:val="222222"/>
          <w:sz w:val="22"/>
          <w:szCs w:val="22"/>
        </w:rPr>
        <w:t>kinnistu</w:t>
      </w:r>
      <w:r w:rsidR="00640E21">
        <w:rPr>
          <w:rFonts w:eastAsia="Times New Roman" w:cs="Arial"/>
          <w:color w:val="222222"/>
          <w:sz w:val="22"/>
          <w:szCs w:val="22"/>
        </w:rPr>
        <w:t>, Raudoja küla, Anija vald, Harjumaa</w:t>
      </w:r>
    </w:p>
    <w:p w:rsidR="00A63778" w:rsidRPr="00640E21" w:rsidRDefault="00A63778" w:rsidP="00DC6901">
      <w:pPr>
        <w:jc w:val="both"/>
        <w:rPr>
          <w:rFonts w:cs="Arial"/>
          <w:sz w:val="22"/>
          <w:szCs w:val="22"/>
          <w:lang w:val="et-EE"/>
        </w:rPr>
      </w:pPr>
      <w:r w:rsidRPr="00640E21">
        <w:rPr>
          <w:rFonts w:cs="Arial"/>
          <w:sz w:val="22"/>
          <w:szCs w:val="22"/>
          <w:lang w:val="et-EE"/>
        </w:rPr>
        <w:t>katastritunnus</w:t>
      </w:r>
      <w:r w:rsidR="00D4607E" w:rsidRPr="00640E21">
        <w:rPr>
          <w:rFonts w:cs="Arial"/>
          <w:sz w:val="22"/>
          <w:szCs w:val="22"/>
          <w:lang w:val="et-EE"/>
        </w:rPr>
        <w:t>:</w:t>
      </w:r>
      <w:r w:rsidR="00640E21">
        <w:rPr>
          <w:rFonts w:cs="Arial"/>
          <w:sz w:val="22"/>
          <w:szCs w:val="22"/>
          <w:lang w:val="et-EE"/>
        </w:rPr>
        <w:t xml:space="preserve"> </w:t>
      </w:r>
      <w:r w:rsidR="00D4607E" w:rsidRPr="00640E21">
        <w:rPr>
          <w:rFonts w:cs="Arial"/>
          <w:sz w:val="22"/>
          <w:szCs w:val="22"/>
          <w:lang w:val="et-EE"/>
        </w:rPr>
        <w:t xml:space="preserve"> </w:t>
      </w:r>
      <w:r w:rsidR="00082D9E" w:rsidRPr="00640E21">
        <w:rPr>
          <w:rFonts w:eastAsia="Times New Roman" w:cs="Arial"/>
          <w:b/>
          <w:color w:val="222222"/>
          <w:sz w:val="22"/>
          <w:szCs w:val="22"/>
        </w:rPr>
        <w:t>14101:001:0881</w:t>
      </w:r>
    </w:p>
    <w:p w:rsidR="00350336" w:rsidRPr="00640E21" w:rsidRDefault="00350336" w:rsidP="00DC6901">
      <w:pPr>
        <w:jc w:val="both"/>
        <w:rPr>
          <w:rFonts w:cs="Arial"/>
          <w:b/>
          <w:bCs/>
          <w:sz w:val="22"/>
          <w:szCs w:val="22"/>
          <w:lang w:val="et-EE"/>
        </w:rPr>
      </w:pPr>
      <w:r w:rsidRPr="00640E21">
        <w:rPr>
          <w:rFonts w:cs="Arial"/>
          <w:sz w:val="22"/>
          <w:szCs w:val="22"/>
          <w:lang w:val="et-EE"/>
        </w:rPr>
        <w:t xml:space="preserve">reg. osa nr: </w:t>
      </w:r>
      <w:r w:rsidR="00082D9E" w:rsidRPr="00640E21">
        <w:rPr>
          <w:rFonts w:cs="Arial"/>
          <w:b/>
          <w:bCs/>
          <w:sz w:val="22"/>
          <w:szCs w:val="22"/>
          <w:lang w:val="et-EE"/>
        </w:rPr>
        <w:t>23606150</w:t>
      </w:r>
    </w:p>
    <w:p w:rsidR="00412607" w:rsidRDefault="008379BB" w:rsidP="00DC6901">
      <w:pPr>
        <w:jc w:val="both"/>
        <w:rPr>
          <w:rFonts w:cs="Arial"/>
          <w:sz w:val="22"/>
          <w:szCs w:val="22"/>
          <w:lang w:val="et-EE"/>
        </w:rPr>
      </w:pPr>
      <w:r w:rsidRPr="00640E21">
        <w:rPr>
          <w:rFonts w:cs="Arial"/>
          <w:sz w:val="22"/>
          <w:szCs w:val="22"/>
          <w:lang w:val="et-EE"/>
        </w:rPr>
        <w:t>O</w:t>
      </w:r>
      <w:r w:rsidR="00EA47D4" w:rsidRPr="00640E21">
        <w:rPr>
          <w:rFonts w:cs="Arial"/>
          <w:sz w:val="22"/>
          <w:szCs w:val="22"/>
          <w:lang w:val="et-EE"/>
        </w:rPr>
        <w:t>manik:</w:t>
      </w:r>
      <w:r w:rsidRPr="00640E21">
        <w:rPr>
          <w:rFonts w:cs="Arial"/>
          <w:sz w:val="22"/>
          <w:szCs w:val="22"/>
          <w:lang w:val="et-EE"/>
        </w:rPr>
        <w:t xml:space="preserve"> </w:t>
      </w:r>
      <w:r w:rsidR="00082D9E" w:rsidRPr="00640E21">
        <w:rPr>
          <w:rFonts w:cs="Arial"/>
          <w:sz w:val="22"/>
          <w:szCs w:val="22"/>
          <w:lang w:val="et-EE"/>
        </w:rPr>
        <w:t>Viljar Robas, ik: 37505220333</w:t>
      </w:r>
    </w:p>
    <w:p w:rsidR="00640E21" w:rsidRPr="00640E21" w:rsidRDefault="00640E21" w:rsidP="00DC6901">
      <w:pPr>
        <w:jc w:val="both"/>
        <w:rPr>
          <w:rFonts w:cs="Arial"/>
          <w:sz w:val="22"/>
          <w:szCs w:val="22"/>
          <w:lang w:val="et-EE"/>
        </w:rPr>
      </w:pPr>
    </w:p>
    <w:p w:rsidR="00082D9E" w:rsidRPr="00640E21" w:rsidRDefault="00082D9E" w:rsidP="00A63778">
      <w:pPr>
        <w:jc w:val="both"/>
        <w:rPr>
          <w:rFonts w:cs="Arial"/>
          <w:sz w:val="22"/>
          <w:szCs w:val="22"/>
          <w:lang w:val="et-EE"/>
        </w:rPr>
      </w:pPr>
    </w:p>
    <w:p w:rsidR="00A63778" w:rsidRPr="00640E21" w:rsidRDefault="00A63778" w:rsidP="00A63778">
      <w:pPr>
        <w:jc w:val="both"/>
        <w:rPr>
          <w:rFonts w:cs="Arial"/>
          <w:b/>
          <w:bCs/>
          <w:sz w:val="22"/>
          <w:szCs w:val="22"/>
          <w:lang w:val="et-EE"/>
        </w:rPr>
      </w:pPr>
      <w:r w:rsidRPr="00640E21">
        <w:rPr>
          <w:rFonts w:cs="Arial"/>
          <w:b/>
          <w:bCs/>
          <w:sz w:val="22"/>
          <w:szCs w:val="22"/>
          <w:lang w:val="et-EE"/>
        </w:rPr>
        <w:t xml:space="preserve">3. </w:t>
      </w:r>
      <w:r w:rsidR="00DB1013" w:rsidRPr="00640E21">
        <w:rPr>
          <w:rFonts w:cs="Arial"/>
          <w:b/>
          <w:bCs/>
          <w:sz w:val="22"/>
          <w:szCs w:val="22"/>
          <w:lang w:val="et-EE"/>
        </w:rPr>
        <w:t xml:space="preserve">Mahasõidu rajamise </w:t>
      </w:r>
      <w:r w:rsidRPr="00640E21">
        <w:rPr>
          <w:rFonts w:cs="Arial"/>
          <w:b/>
          <w:bCs/>
          <w:sz w:val="22"/>
          <w:szCs w:val="22"/>
          <w:lang w:val="et-EE"/>
        </w:rPr>
        <w:t>eesmärgi kirjeldus</w:t>
      </w:r>
    </w:p>
    <w:p w:rsidR="00DB1013" w:rsidRPr="00640E21" w:rsidRDefault="00DB1013" w:rsidP="00A63778">
      <w:pPr>
        <w:jc w:val="both"/>
        <w:rPr>
          <w:rFonts w:cs="Arial"/>
          <w:b/>
          <w:bCs/>
          <w:sz w:val="22"/>
          <w:szCs w:val="22"/>
          <w:lang w:val="et-EE"/>
        </w:rPr>
      </w:pPr>
    </w:p>
    <w:p w:rsidR="00DB1013" w:rsidRPr="00640E21" w:rsidRDefault="00DB1013" w:rsidP="00DB1013">
      <w:pPr>
        <w:shd w:val="clear" w:color="auto" w:fill="FFFFFF"/>
        <w:rPr>
          <w:rFonts w:eastAsia="Times New Roman" w:cs="Arial"/>
          <w:color w:val="222222"/>
          <w:sz w:val="22"/>
          <w:szCs w:val="22"/>
        </w:rPr>
      </w:pPr>
      <w:r w:rsidRPr="00640E21">
        <w:rPr>
          <w:rFonts w:cs="Arial"/>
          <w:color w:val="222222"/>
          <w:sz w:val="22"/>
          <w:szCs w:val="22"/>
          <w:shd w:val="clear" w:color="auto" w:fill="FFFFFF"/>
        </w:rPr>
        <w:t>Juurdepääs väljumisega otse avalikule teele on oluline eeskätt ärikinnistul asuva auto</w:t>
      </w:r>
      <w:r w:rsidR="00640E21">
        <w:rPr>
          <w:rFonts w:cs="Arial"/>
          <w:color w:val="222222"/>
          <w:sz w:val="22"/>
          <w:szCs w:val="22"/>
          <w:shd w:val="clear" w:color="auto" w:fill="FFFFFF"/>
        </w:rPr>
        <w:t>remondi</w:t>
      </w:r>
      <w:r w:rsidRPr="00640E21">
        <w:rPr>
          <w:rFonts w:cs="Arial"/>
          <w:color w:val="222222"/>
          <w:sz w:val="22"/>
          <w:szCs w:val="22"/>
          <w:shd w:val="clear" w:color="auto" w:fill="FFFFFF"/>
        </w:rPr>
        <w:t xml:space="preserve">töökoja teenindamiseks. </w:t>
      </w:r>
      <w:r w:rsidRPr="00640E21">
        <w:rPr>
          <w:rFonts w:eastAsia="Times New Roman" w:cs="Arial"/>
          <w:color w:val="222222"/>
          <w:sz w:val="22"/>
          <w:szCs w:val="22"/>
        </w:rPr>
        <w:t xml:space="preserve">Uus-Keldrimäe (14001:002:0889) kinnistul asuva teenindusettevõtte prognoositav aasta keskmine liiklussagedus on 3000-4000 autot aastas ehk 8-11 autot ööpäevas aasta lõikes.  </w:t>
      </w:r>
      <w:r w:rsidRPr="00C67F71">
        <w:rPr>
          <w:rFonts w:eastAsia="Times New Roman" w:cs="Arial"/>
          <w:color w:val="222222"/>
          <w:sz w:val="22"/>
          <w:szCs w:val="22"/>
        </w:rPr>
        <w:t>Arvest</w:t>
      </w:r>
      <w:r w:rsidRPr="00640E21">
        <w:rPr>
          <w:rFonts w:eastAsia="Times New Roman" w:cs="Arial"/>
          <w:color w:val="222222"/>
          <w:sz w:val="22"/>
          <w:szCs w:val="22"/>
        </w:rPr>
        <w:t>atud on kliendid enamasti sõiduautodega</w:t>
      </w:r>
      <w:r w:rsidRPr="00C67F71">
        <w:rPr>
          <w:rFonts w:eastAsia="Times New Roman" w:cs="Arial"/>
          <w:color w:val="222222"/>
          <w:sz w:val="22"/>
          <w:szCs w:val="22"/>
        </w:rPr>
        <w:t>, oma töötajate sõiduautod ning teenindavad operatiivsõidukid</w:t>
      </w:r>
      <w:r w:rsidRPr="00640E21">
        <w:rPr>
          <w:rFonts w:eastAsia="Times New Roman" w:cs="Arial"/>
          <w:color w:val="222222"/>
          <w:sz w:val="22"/>
          <w:szCs w:val="22"/>
        </w:rPr>
        <w:t xml:space="preserve"> (erinevad prügiautod </w:t>
      </w:r>
      <w:r w:rsidR="00640E21">
        <w:rPr>
          <w:rFonts w:eastAsia="Times New Roman" w:cs="Arial"/>
          <w:color w:val="222222"/>
          <w:sz w:val="22"/>
          <w:szCs w:val="22"/>
        </w:rPr>
        <w:t xml:space="preserve"> ja</w:t>
      </w:r>
      <w:r w:rsidRPr="00640E21">
        <w:rPr>
          <w:rFonts w:eastAsia="Times New Roman" w:cs="Arial"/>
          <w:color w:val="222222"/>
          <w:sz w:val="22"/>
          <w:szCs w:val="22"/>
        </w:rPr>
        <w:t xml:space="preserve"> puksiirmasin)</w:t>
      </w:r>
      <w:r w:rsidRPr="00C67F71">
        <w:rPr>
          <w:rFonts w:eastAsia="Times New Roman" w:cs="Arial"/>
          <w:color w:val="222222"/>
          <w:sz w:val="22"/>
          <w:szCs w:val="22"/>
        </w:rPr>
        <w:t>. </w:t>
      </w:r>
    </w:p>
    <w:p w:rsidR="004328A3" w:rsidRDefault="004328A3" w:rsidP="004328A3">
      <w:pPr>
        <w:jc w:val="both"/>
        <w:rPr>
          <w:rFonts w:cs="Arial"/>
          <w:sz w:val="22"/>
          <w:szCs w:val="22"/>
        </w:rPr>
      </w:pPr>
    </w:p>
    <w:p w:rsidR="00640E21" w:rsidRPr="00640E21" w:rsidRDefault="00640E21" w:rsidP="004328A3">
      <w:pPr>
        <w:jc w:val="both"/>
        <w:rPr>
          <w:rFonts w:cs="Arial"/>
          <w:sz w:val="22"/>
          <w:szCs w:val="22"/>
        </w:rPr>
      </w:pPr>
    </w:p>
    <w:p w:rsidR="004328A3" w:rsidRPr="00640E21" w:rsidRDefault="004328A3" w:rsidP="004328A3">
      <w:pPr>
        <w:spacing w:before="120"/>
        <w:jc w:val="both"/>
        <w:rPr>
          <w:rFonts w:cs="Arial"/>
          <w:b/>
          <w:bCs/>
          <w:sz w:val="22"/>
          <w:szCs w:val="22"/>
          <w:lang w:val="et-EE"/>
        </w:rPr>
      </w:pPr>
      <w:r w:rsidRPr="00640E21">
        <w:rPr>
          <w:rFonts w:cs="Arial"/>
          <w:b/>
          <w:bCs/>
          <w:sz w:val="22"/>
          <w:szCs w:val="22"/>
          <w:lang w:val="et-EE"/>
        </w:rPr>
        <w:t xml:space="preserve">4. </w:t>
      </w:r>
      <w:r w:rsidRPr="00640E21">
        <w:rPr>
          <w:rFonts w:cs="Arial"/>
          <w:b/>
          <w:bCs/>
          <w:sz w:val="22"/>
          <w:szCs w:val="22"/>
        </w:rPr>
        <w:t>Ristumiskoha asukoha skeem</w:t>
      </w:r>
    </w:p>
    <w:p w:rsidR="004328A3" w:rsidRPr="00640E21" w:rsidRDefault="004328A3" w:rsidP="004328A3">
      <w:pPr>
        <w:jc w:val="both"/>
        <w:rPr>
          <w:rFonts w:cs="Arial"/>
          <w:sz w:val="22"/>
          <w:szCs w:val="22"/>
        </w:rPr>
      </w:pPr>
    </w:p>
    <w:p w:rsidR="004328A3" w:rsidRPr="00640E21" w:rsidRDefault="004328A3" w:rsidP="004328A3">
      <w:pPr>
        <w:jc w:val="both"/>
        <w:rPr>
          <w:rFonts w:cs="Arial"/>
          <w:sz w:val="22"/>
          <w:szCs w:val="22"/>
        </w:rPr>
      </w:pPr>
      <w:r w:rsidRPr="00640E21">
        <w:rPr>
          <w:rFonts w:cs="Arial"/>
          <w:sz w:val="22"/>
          <w:szCs w:val="22"/>
        </w:rPr>
        <w:t>Planeeritava mahasõidu kohta on Transpordiamet avaldanud seisukoha määruskaebusele tsiviilasjas nr 2-23-11457. ( teie 10.01.2025 nr 1.2-1/23 077/21586-2).</w:t>
      </w:r>
      <w:r w:rsidR="00AA337B" w:rsidRPr="00640E21">
        <w:rPr>
          <w:rFonts w:cs="Arial"/>
          <w:sz w:val="22"/>
          <w:szCs w:val="22"/>
        </w:rPr>
        <w:t xml:space="preserve"> </w:t>
      </w:r>
      <w:r w:rsidR="00AA337B" w:rsidRPr="00640E21">
        <w:rPr>
          <w:rFonts w:cs="Arial"/>
          <w:i/>
          <w:sz w:val="22"/>
          <w:szCs w:val="22"/>
        </w:rPr>
        <w:t>Lisa 1</w:t>
      </w:r>
    </w:p>
    <w:p w:rsidR="004328A3" w:rsidRPr="00640E21" w:rsidRDefault="004328A3" w:rsidP="004328A3">
      <w:pPr>
        <w:jc w:val="both"/>
        <w:rPr>
          <w:rFonts w:cs="Arial"/>
          <w:i/>
          <w:sz w:val="22"/>
          <w:szCs w:val="22"/>
        </w:rPr>
      </w:pPr>
      <w:r w:rsidRPr="00640E21">
        <w:rPr>
          <w:rFonts w:cs="Arial"/>
          <w:sz w:val="22"/>
          <w:szCs w:val="22"/>
        </w:rPr>
        <w:t>Maaameti kaa</w:t>
      </w:r>
      <w:r w:rsidR="00AA337B" w:rsidRPr="00640E21">
        <w:rPr>
          <w:rFonts w:cs="Arial"/>
          <w:sz w:val="22"/>
          <w:szCs w:val="22"/>
        </w:rPr>
        <w:t xml:space="preserve">rdile on märgitud planeeritava mahasõidu asukoht punase ruuduna arvestusega, et ühele poole jääb Kõrtsi tee ristmik 150 meetrit ja teisel pool asub Jõeääre kinnistu mahasõit 150m kaugusel. </w:t>
      </w:r>
      <w:r w:rsidR="00AA337B" w:rsidRPr="00640E21">
        <w:rPr>
          <w:rFonts w:cs="Arial"/>
          <w:i/>
          <w:sz w:val="22"/>
          <w:szCs w:val="22"/>
        </w:rPr>
        <w:t>Lisa 2</w:t>
      </w:r>
    </w:p>
    <w:p w:rsidR="00DC6901" w:rsidRPr="00640E21" w:rsidRDefault="00DC6901" w:rsidP="00DC6901">
      <w:pPr>
        <w:spacing w:before="120"/>
        <w:jc w:val="both"/>
        <w:rPr>
          <w:rFonts w:cs="Arial"/>
          <w:sz w:val="22"/>
          <w:szCs w:val="22"/>
        </w:rPr>
      </w:pPr>
    </w:p>
    <w:p w:rsidR="00DB1013" w:rsidRPr="00640E21" w:rsidRDefault="004328A3" w:rsidP="00DB1013">
      <w:pPr>
        <w:spacing w:before="120"/>
        <w:jc w:val="both"/>
        <w:rPr>
          <w:rFonts w:cs="Arial"/>
          <w:b/>
          <w:bCs/>
          <w:sz w:val="22"/>
          <w:szCs w:val="22"/>
          <w:lang w:val="et-EE"/>
        </w:rPr>
      </w:pPr>
      <w:r w:rsidRPr="00640E21">
        <w:rPr>
          <w:rFonts w:cs="Arial"/>
          <w:b/>
          <w:bCs/>
          <w:sz w:val="22"/>
          <w:szCs w:val="22"/>
          <w:lang w:val="et-EE"/>
        </w:rPr>
        <w:t>5</w:t>
      </w:r>
      <w:r w:rsidR="00DB1013" w:rsidRPr="00640E21">
        <w:rPr>
          <w:rFonts w:cs="Arial"/>
          <w:b/>
          <w:bCs/>
          <w:sz w:val="22"/>
          <w:szCs w:val="22"/>
          <w:lang w:val="et-EE"/>
        </w:rPr>
        <w:t>. Maaomaniku nõusolek</w:t>
      </w:r>
    </w:p>
    <w:p w:rsidR="00705B32" w:rsidRPr="00640E21" w:rsidRDefault="00705B32" w:rsidP="00313B40">
      <w:pPr>
        <w:spacing w:before="120"/>
        <w:jc w:val="both"/>
        <w:rPr>
          <w:rFonts w:cs="Arial"/>
          <w:sz w:val="22"/>
          <w:szCs w:val="22"/>
          <w:lang w:val="et-EE"/>
        </w:rPr>
      </w:pPr>
    </w:p>
    <w:p w:rsidR="00640E21" w:rsidRDefault="00640E21" w:rsidP="00A63778">
      <w:pPr>
        <w:jc w:val="both"/>
        <w:rPr>
          <w:rFonts w:eastAsia="Times New Roman" w:cs="Arial"/>
          <w:color w:val="222222"/>
          <w:sz w:val="22"/>
          <w:szCs w:val="22"/>
        </w:rPr>
      </w:pPr>
      <w:r>
        <w:rPr>
          <w:rFonts w:eastAsia="Times New Roman" w:cs="Arial"/>
          <w:color w:val="222222"/>
          <w:sz w:val="22"/>
          <w:szCs w:val="22"/>
        </w:rPr>
        <w:t>K</w:t>
      </w:r>
      <w:r w:rsidR="00DB1013" w:rsidRPr="00640E21">
        <w:rPr>
          <w:rFonts w:eastAsia="Times New Roman" w:cs="Arial"/>
          <w:color w:val="222222"/>
          <w:sz w:val="22"/>
          <w:szCs w:val="22"/>
        </w:rPr>
        <w:t xml:space="preserve">ohtutoimiku kaudu </w:t>
      </w:r>
      <w:r>
        <w:rPr>
          <w:rFonts w:eastAsia="Times New Roman" w:cs="Arial"/>
          <w:color w:val="222222"/>
          <w:sz w:val="22"/>
          <w:szCs w:val="22"/>
        </w:rPr>
        <w:t>on saadud</w:t>
      </w:r>
      <w:r w:rsidR="00DB1013" w:rsidRPr="00640E21">
        <w:rPr>
          <w:rFonts w:eastAsia="Times New Roman" w:cs="Arial"/>
          <w:color w:val="222222"/>
          <w:sz w:val="22"/>
          <w:szCs w:val="22"/>
        </w:rPr>
        <w:t xml:space="preserve"> kauaoodatud  </w:t>
      </w:r>
      <w:r w:rsidR="00DB1013" w:rsidRPr="00C67F71">
        <w:rPr>
          <w:rFonts w:eastAsia="Times New Roman" w:cs="Arial"/>
          <w:color w:val="222222"/>
          <w:sz w:val="22"/>
          <w:szCs w:val="22"/>
        </w:rPr>
        <w:t>kirjalik</w:t>
      </w:r>
      <w:r>
        <w:rPr>
          <w:rFonts w:eastAsia="Times New Roman" w:cs="Arial"/>
          <w:color w:val="222222"/>
          <w:sz w:val="22"/>
          <w:szCs w:val="22"/>
        </w:rPr>
        <w:t xml:space="preserve"> nõusolek</w:t>
      </w:r>
      <w:r w:rsidR="00DB1013" w:rsidRPr="00640E21">
        <w:rPr>
          <w:rFonts w:eastAsia="Times New Roman" w:cs="Arial"/>
          <w:color w:val="222222"/>
          <w:sz w:val="22"/>
          <w:szCs w:val="22"/>
        </w:rPr>
        <w:t xml:space="preserve"> </w:t>
      </w:r>
      <w:r w:rsidR="00DB1013" w:rsidRPr="00C67F71">
        <w:rPr>
          <w:rFonts w:eastAsia="Times New Roman" w:cs="Arial"/>
          <w:color w:val="222222"/>
          <w:sz w:val="22"/>
          <w:szCs w:val="22"/>
        </w:rPr>
        <w:t xml:space="preserve"> Raudoja kinnistu omaniku</w:t>
      </w:r>
      <w:r w:rsidR="00DB1013" w:rsidRPr="00640E21">
        <w:rPr>
          <w:rFonts w:eastAsia="Times New Roman" w:cs="Arial"/>
          <w:color w:val="222222"/>
          <w:sz w:val="22"/>
          <w:szCs w:val="22"/>
        </w:rPr>
        <w:t xml:space="preserve">lt, </w:t>
      </w:r>
      <w:r w:rsidR="00DB1013" w:rsidRPr="00C67F71">
        <w:rPr>
          <w:rFonts w:eastAsia="Times New Roman" w:cs="Arial"/>
          <w:color w:val="222222"/>
          <w:sz w:val="22"/>
          <w:szCs w:val="22"/>
        </w:rPr>
        <w:t xml:space="preserve"> </w:t>
      </w:r>
      <w:r w:rsidR="00DB1013" w:rsidRPr="00640E21">
        <w:rPr>
          <w:rFonts w:eastAsia="Times New Roman" w:cs="Arial"/>
          <w:color w:val="222222"/>
          <w:sz w:val="22"/>
          <w:szCs w:val="22"/>
        </w:rPr>
        <w:t>kes on</w:t>
      </w:r>
      <w:r>
        <w:rPr>
          <w:rFonts w:eastAsia="Times New Roman" w:cs="Arial"/>
          <w:color w:val="222222"/>
          <w:sz w:val="22"/>
          <w:szCs w:val="22"/>
        </w:rPr>
        <w:t xml:space="preserve"> </w:t>
      </w:r>
      <w:r w:rsidR="00DB1013" w:rsidRPr="00640E21">
        <w:rPr>
          <w:rFonts w:eastAsia="Times New Roman" w:cs="Arial"/>
          <w:color w:val="222222"/>
          <w:sz w:val="22"/>
          <w:szCs w:val="22"/>
        </w:rPr>
        <w:t xml:space="preserve">notariaalselt avaldanud soovi koormata  Raudoja kinnistu (14101:001:0881) teeservituudiga mh Uus-Keldrimäe kasuks.  </w:t>
      </w:r>
    </w:p>
    <w:p w:rsidR="00D1312C" w:rsidRPr="00640E21" w:rsidRDefault="00DB1013" w:rsidP="00A63778">
      <w:pPr>
        <w:jc w:val="both"/>
        <w:rPr>
          <w:rFonts w:eastAsia="Times New Roman" w:cs="Arial"/>
          <w:color w:val="222222"/>
          <w:sz w:val="22"/>
          <w:szCs w:val="22"/>
        </w:rPr>
      </w:pPr>
      <w:r w:rsidRPr="00640E21">
        <w:rPr>
          <w:rFonts w:eastAsia="Times New Roman" w:cs="Arial"/>
          <w:color w:val="222222"/>
          <w:sz w:val="22"/>
          <w:szCs w:val="22"/>
        </w:rPr>
        <w:t>Loodan siiralt, et antud avaldus on piisav uue mahasõidu  projekteerimisega alustamiseks.</w:t>
      </w:r>
    </w:p>
    <w:p w:rsidR="00DB1013" w:rsidRPr="00640E21" w:rsidRDefault="00DB1013" w:rsidP="00A63778">
      <w:pPr>
        <w:jc w:val="both"/>
        <w:rPr>
          <w:rFonts w:cs="Arial"/>
          <w:sz w:val="22"/>
          <w:szCs w:val="22"/>
          <w:lang w:val="et-EE"/>
        </w:rPr>
      </w:pPr>
    </w:p>
    <w:p w:rsidR="003829D4" w:rsidRPr="00640E21" w:rsidRDefault="003829D4" w:rsidP="00A63778">
      <w:pPr>
        <w:jc w:val="both"/>
        <w:rPr>
          <w:rFonts w:cs="Arial"/>
          <w:sz w:val="22"/>
          <w:szCs w:val="22"/>
          <w:lang w:val="et-EE"/>
        </w:rPr>
      </w:pPr>
    </w:p>
    <w:p w:rsidR="00A63778" w:rsidRPr="00640E21" w:rsidRDefault="00A63778" w:rsidP="00A63778">
      <w:pPr>
        <w:jc w:val="both"/>
        <w:rPr>
          <w:rFonts w:cs="Arial"/>
          <w:sz w:val="22"/>
          <w:szCs w:val="22"/>
          <w:lang w:val="et-EE"/>
        </w:rPr>
      </w:pPr>
      <w:r w:rsidRPr="00640E21">
        <w:rPr>
          <w:rFonts w:cs="Arial"/>
          <w:sz w:val="22"/>
          <w:szCs w:val="22"/>
          <w:lang w:val="et-EE"/>
        </w:rPr>
        <w:lastRenderedPageBreak/>
        <w:t>Lugupidamisega</w:t>
      </w:r>
    </w:p>
    <w:p w:rsidR="00A63778" w:rsidRPr="00640E21" w:rsidRDefault="00A63778" w:rsidP="00A63778">
      <w:pPr>
        <w:jc w:val="both"/>
        <w:rPr>
          <w:rFonts w:cs="Arial"/>
          <w:sz w:val="22"/>
          <w:szCs w:val="22"/>
          <w:lang w:val="et-EE"/>
        </w:rPr>
      </w:pPr>
    </w:p>
    <w:p w:rsidR="00CB35C6" w:rsidRPr="00640E21" w:rsidRDefault="00412607" w:rsidP="00412607">
      <w:pPr>
        <w:jc w:val="both"/>
        <w:rPr>
          <w:rFonts w:cs="Arial"/>
          <w:sz w:val="22"/>
          <w:szCs w:val="22"/>
          <w:lang w:val="et-EE"/>
        </w:rPr>
      </w:pPr>
      <w:r w:rsidRPr="00640E21">
        <w:rPr>
          <w:rFonts w:cs="Arial"/>
          <w:sz w:val="22"/>
          <w:szCs w:val="22"/>
          <w:lang w:val="et-EE"/>
        </w:rPr>
        <w:t>/allkirjastatud digitaalselt/</w:t>
      </w:r>
    </w:p>
    <w:p w:rsidR="00412607" w:rsidRDefault="00640E21" w:rsidP="00412607">
      <w:pPr>
        <w:jc w:val="both"/>
        <w:rPr>
          <w:rFonts w:cs="Arial"/>
          <w:sz w:val="22"/>
          <w:szCs w:val="22"/>
          <w:lang w:val="et-EE"/>
        </w:rPr>
      </w:pPr>
      <w:r w:rsidRPr="00640E21">
        <w:rPr>
          <w:rFonts w:cs="Arial"/>
          <w:sz w:val="22"/>
          <w:szCs w:val="22"/>
          <w:lang w:val="et-EE"/>
        </w:rPr>
        <w:t>Triinu Allipere</w:t>
      </w:r>
    </w:p>
    <w:p w:rsidR="00CB35C6" w:rsidRPr="00640E21" w:rsidRDefault="00CB35C6" w:rsidP="00412607">
      <w:pPr>
        <w:jc w:val="both"/>
        <w:rPr>
          <w:rFonts w:cs="Arial"/>
          <w:sz w:val="22"/>
          <w:szCs w:val="22"/>
          <w:lang w:val="et-EE"/>
        </w:rPr>
      </w:pPr>
    </w:p>
    <w:p w:rsidR="00412607" w:rsidRPr="00640E21" w:rsidRDefault="00640E21" w:rsidP="00412607">
      <w:pPr>
        <w:jc w:val="both"/>
        <w:rPr>
          <w:rFonts w:cs="Arial"/>
          <w:sz w:val="22"/>
          <w:szCs w:val="22"/>
          <w:lang w:val="et-EE"/>
        </w:rPr>
      </w:pPr>
      <w:r w:rsidRPr="00640E21">
        <w:rPr>
          <w:rFonts w:cs="Arial"/>
          <w:sz w:val="22"/>
          <w:szCs w:val="22"/>
          <w:lang w:val="et-EE"/>
        </w:rPr>
        <w:t>Rallipere OÜ</w:t>
      </w:r>
    </w:p>
    <w:p w:rsidR="00412607" w:rsidRPr="00640E21" w:rsidRDefault="00412607" w:rsidP="00412607">
      <w:pPr>
        <w:jc w:val="both"/>
        <w:rPr>
          <w:rFonts w:cs="Arial"/>
          <w:sz w:val="22"/>
          <w:szCs w:val="22"/>
          <w:lang w:val="et-EE"/>
        </w:rPr>
      </w:pPr>
      <w:r w:rsidRPr="00640E21">
        <w:rPr>
          <w:rFonts w:cs="Arial"/>
          <w:sz w:val="22"/>
          <w:szCs w:val="22"/>
          <w:lang w:val="et-EE"/>
        </w:rPr>
        <w:t xml:space="preserve">tel. +372 </w:t>
      </w:r>
      <w:r w:rsidR="00640E21" w:rsidRPr="00640E21">
        <w:rPr>
          <w:rFonts w:cs="Arial"/>
          <w:sz w:val="22"/>
          <w:szCs w:val="22"/>
          <w:lang w:val="et-EE"/>
        </w:rPr>
        <w:t>51944412</w:t>
      </w:r>
    </w:p>
    <w:p w:rsidR="000E3B27" w:rsidRPr="00640E21" w:rsidRDefault="00412607" w:rsidP="000E3B27">
      <w:pPr>
        <w:jc w:val="both"/>
        <w:rPr>
          <w:rStyle w:val="Hyperlink"/>
          <w:rFonts w:cs="Arial"/>
          <w:sz w:val="22"/>
          <w:szCs w:val="22"/>
          <w:lang w:val="et-EE"/>
        </w:rPr>
      </w:pPr>
      <w:r w:rsidRPr="00640E21">
        <w:rPr>
          <w:rFonts w:cs="Arial"/>
          <w:sz w:val="22"/>
          <w:szCs w:val="22"/>
          <w:lang w:val="et-EE"/>
        </w:rPr>
        <w:t xml:space="preserve">e-posti aadress: </w:t>
      </w:r>
      <w:hyperlink r:id="rId10" w:history="1">
        <w:r w:rsidR="00640E21" w:rsidRPr="00640E21">
          <w:rPr>
            <w:rStyle w:val="Hyperlink"/>
            <w:rFonts w:cs="Arial"/>
            <w:sz w:val="22"/>
            <w:szCs w:val="22"/>
            <w:lang w:val="et-EE"/>
          </w:rPr>
          <w:t>triinu.kopvelt@gmail.com</w:t>
        </w:r>
      </w:hyperlink>
    </w:p>
    <w:p w:rsidR="000E3B27" w:rsidRPr="00640E21" w:rsidRDefault="000E3B27" w:rsidP="000E3B27">
      <w:pPr>
        <w:jc w:val="both"/>
        <w:rPr>
          <w:rStyle w:val="Hyperlink"/>
          <w:rFonts w:cs="Arial"/>
          <w:sz w:val="22"/>
          <w:szCs w:val="22"/>
          <w:lang w:val="et-EE"/>
        </w:rPr>
      </w:pPr>
    </w:p>
    <w:p w:rsidR="00CF423C" w:rsidRPr="00640E21" w:rsidRDefault="00CF423C" w:rsidP="000E3B27">
      <w:pPr>
        <w:jc w:val="both"/>
        <w:rPr>
          <w:rStyle w:val="Hyperlink"/>
          <w:rFonts w:cs="Arial"/>
          <w:sz w:val="22"/>
          <w:szCs w:val="22"/>
          <w:lang w:val="et-EE"/>
        </w:rPr>
      </w:pPr>
    </w:p>
    <w:p w:rsidR="000E3B27" w:rsidRPr="00640E21" w:rsidRDefault="000E3B27" w:rsidP="000E3B27">
      <w:pPr>
        <w:jc w:val="both"/>
        <w:rPr>
          <w:rFonts w:cs="Arial"/>
          <w:sz w:val="22"/>
          <w:szCs w:val="22"/>
          <w:lang w:val="et-EE"/>
        </w:rPr>
      </w:pPr>
      <w:r w:rsidRPr="00640E21">
        <w:rPr>
          <w:rFonts w:cs="Arial"/>
          <w:sz w:val="22"/>
          <w:szCs w:val="22"/>
          <w:lang w:val="et-EE"/>
        </w:rPr>
        <w:t>Lisad:</w:t>
      </w:r>
    </w:p>
    <w:p w:rsidR="000E3B27" w:rsidRPr="00640E21" w:rsidRDefault="00640E21" w:rsidP="00CF423C">
      <w:pPr>
        <w:pStyle w:val="ListParagraph"/>
        <w:numPr>
          <w:ilvl w:val="0"/>
          <w:numId w:val="7"/>
        </w:numPr>
        <w:spacing w:before="120"/>
        <w:ind w:hanging="720"/>
        <w:rPr>
          <w:rFonts w:cs="Arial"/>
          <w:sz w:val="22"/>
          <w:szCs w:val="22"/>
          <w:lang w:val="et-EE"/>
        </w:rPr>
      </w:pPr>
      <w:r w:rsidRPr="00640E21">
        <w:rPr>
          <w:rFonts w:cs="Arial"/>
          <w:sz w:val="22"/>
          <w:szCs w:val="22"/>
          <w:lang w:val="et-EE"/>
        </w:rPr>
        <w:t>Transpordiameti seisukoht</w:t>
      </w:r>
      <w:r w:rsidR="000B7F25">
        <w:rPr>
          <w:rFonts w:cs="Arial"/>
          <w:sz w:val="22"/>
          <w:szCs w:val="22"/>
          <w:lang w:val="et-EE"/>
        </w:rPr>
        <w:t xml:space="preserve"> tsiviilasjas</w:t>
      </w:r>
    </w:p>
    <w:p w:rsidR="000E3B27" w:rsidRPr="00640E21" w:rsidRDefault="00640E21" w:rsidP="00CF423C">
      <w:pPr>
        <w:pStyle w:val="ListParagraph"/>
        <w:numPr>
          <w:ilvl w:val="0"/>
          <w:numId w:val="7"/>
        </w:numPr>
        <w:spacing w:before="120"/>
        <w:ind w:hanging="720"/>
        <w:rPr>
          <w:rFonts w:cs="Arial"/>
          <w:sz w:val="22"/>
          <w:szCs w:val="22"/>
          <w:lang w:val="et-EE"/>
        </w:rPr>
      </w:pPr>
      <w:r w:rsidRPr="00640E21">
        <w:rPr>
          <w:rFonts w:cs="Arial"/>
          <w:sz w:val="22"/>
          <w:szCs w:val="22"/>
          <w:lang w:val="et-EE"/>
        </w:rPr>
        <w:t>Mahasõidu asukoht</w:t>
      </w:r>
    </w:p>
    <w:p w:rsidR="00DC6901" w:rsidRPr="00640E21" w:rsidRDefault="000B7F25" w:rsidP="000B7F25">
      <w:pPr>
        <w:pStyle w:val="ListParagraph"/>
        <w:numPr>
          <w:ilvl w:val="0"/>
          <w:numId w:val="7"/>
        </w:numPr>
        <w:spacing w:before="120"/>
        <w:ind w:hanging="720"/>
        <w:rPr>
          <w:rFonts w:cs="Arial"/>
          <w:sz w:val="22"/>
          <w:szCs w:val="22"/>
          <w:lang w:val="et-EE"/>
        </w:rPr>
      </w:pPr>
      <w:r w:rsidRPr="000B7F25">
        <w:rPr>
          <w:rFonts w:cs="Arial"/>
          <w:sz w:val="22"/>
          <w:szCs w:val="22"/>
          <w:lang w:val="et-EE"/>
        </w:rPr>
        <w:t>Raudoja kinnistu omaniku nõusolek</w:t>
      </w:r>
    </w:p>
    <w:sectPr w:rsidR="00DC6901" w:rsidRPr="00640E21" w:rsidSect="000E3B27">
      <w:type w:val="continuous"/>
      <w:pgSz w:w="11900" w:h="16840"/>
      <w:pgMar w:top="1843" w:right="851" w:bottom="568" w:left="1701" w:header="709" w:footer="686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63F" w:rsidRDefault="001A763F">
      <w:r>
        <w:separator/>
      </w:r>
    </w:p>
  </w:endnote>
  <w:endnote w:type="continuationSeparator" w:id="0">
    <w:p w:rsidR="001A763F" w:rsidRDefault="001A763F">
      <w:r>
        <w:continuationSeparator/>
      </w:r>
    </w:p>
  </w:endnote>
  <w:endnote w:type="continuationNotice" w:id="1">
    <w:p w:rsidR="001A763F" w:rsidRDefault="001A763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63F" w:rsidRDefault="001A763F">
      <w:r>
        <w:separator/>
      </w:r>
    </w:p>
  </w:footnote>
  <w:footnote w:type="continuationSeparator" w:id="0">
    <w:p w:rsidR="001A763F" w:rsidRDefault="001A763F">
      <w:r>
        <w:continuationSeparator/>
      </w:r>
    </w:p>
  </w:footnote>
  <w:footnote w:type="continuationNotice" w:id="1">
    <w:p w:rsidR="001A763F" w:rsidRDefault="001A763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94F72"/>
    <w:multiLevelType w:val="hybridMultilevel"/>
    <w:tmpl w:val="1F265C6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03ED1"/>
    <w:multiLevelType w:val="hybridMultilevel"/>
    <w:tmpl w:val="68620AE8"/>
    <w:lvl w:ilvl="0" w:tplc="8826A8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B78E9"/>
    <w:multiLevelType w:val="multilevel"/>
    <w:tmpl w:val="C9E4C0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E640B93"/>
    <w:multiLevelType w:val="multilevel"/>
    <w:tmpl w:val="C9E4C0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C6C570E"/>
    <w:multiLevelType w:val="hybridMultilevel"/>
    <w:tmpl w:val="8736B4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8377E"/>
    <w:multiLevelType w:val="hybridMultilevel"/>
    <w:tmpl w:val="5AE8FD0A"/>
    <w:lvl w:ilvl="0" w:tplc="6FCC6C2C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D5642D6"/>
    <w:multiLevelType w:val="hybridMultilevel"/>
    <w:tmpl w:val="22A0C76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stylePaneFormatFilter w:val="3F01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77377F"/>
    <w:rsid w:val="00001D12"/>
    <w:rsid w:val="000162F6"/>
    <w:rsid w:val="0003630E"/>
    <w:rsid w:val="000525A1"/>
    <w:rsid w:val="00082D9E"/>
    <w:rsid w:val="0008385D"/>
    <w:rsid w:val="000B417F"/>
    <w:rsid w:val="000B4850"/>
    <w:rsid w:val="000B7F25"/>
    <w:rsid w:val="000E3B27"/>
    <w:rsid w:val="000F7A6C"/>
    <w:rsid w:val="001336D4"/>
    <w:rsid w:val="00146F8F"/>
    <w:rsid w:val="00147487"/>
    <w:rsid w:val="001519B3"/>
    <w:rsid w:val="00152D8C"/>
    <w:rsid w:val="00155A32"/>
    <w:rsid w:val="00156326"/>
    <w:rsid w:val="00190683"/>
    <w:rsid w:val="0019253D"/>
    <w:rsid w:val="001A418F"/>
    <w:rsid w:val="001A437A"/>
    <w:rsid w:val="001A763F"/>
    <w:rsid w:val="001B28B0"/>
    <w:rsid w:val="001B386A"/>
    <w:rsid w:val="00200F14"/>
    <w:rsid w:val="00216CC1"/>
    <w:rsid w:val="0022492B"/>
    <w:rsid w:val="002318C8"/>
    <w:rsid w:val="00257141"/>
    <w:rsid w:val="002713C0"/>
    <w:rsid w:val="002726A3"/>
    <w:rsid w:val="00277181"/>
    <w:rsid w:val="002912B5"/>
    <w:rsid w:val="00291CEB"/>
    <w:rsid w:val="002A4CF5"/>
    <w:rsid w:val="002A5113"/>
    <w:rsid w:val="002B6C10"/>
    <w:rsid w:val="002C12F3"/>
    <w:rsid w:val="002D4159"/>
    <w:rsid w:val="002D4D27"/>
    <w:rsid w:val="002E0EF7"/>
    <w:rsid w:val="00313B40"/>
    <w:rsid w:val="00313C22"/>
    <w:rsid w:val="00350336"/>
    <w:rsid w:val="003507D0"/>
    <w:rsid w:val="003551E2"/>
    <w:rsid w:val="0035560E"/>
    <w:rsid w:val="00357C22"/>
    <w:rsid w:val="0036480D"/>
    <w:rsid w:val="00370E44"/>
    <w:rsid w:val="00381E75"/>
    <w:rsid w:val="003829D4"/>
    <w:rsid w:val="00395F2E"/>
    <w:rsid w:val="003F5996"/>
    <w:rsid w:val="004005F4"/>
    <w:rsid w:val="00412607"/>
    <w:rsid w:val="00415B09"/>
    <w:rsid w:val="004328A3"/>
    <w:rsid w:val="0045008B"/>
    <w:rsid w:val="004500A6"/>
    <w:rsid w:val="004628BA"/>
    <w:rsid w:val="00463EE3"/>
    <w:rsid w:val="00470107"/>
    <w:rsid w:val="0048103B"/>
    <w:rsid w:val="00491A53"/>
    <w:rsid w:val="004A7B24"/>
    <w:rsid w:val="004C6F3F"/>
    <w:rsid w:val="004D1674"/>
    <w:rsid w:val="004D1D70"/>
    <w:rsid w:val="004E234D"/>
    <w:rsid w:val="0052486E"/>
    <w:rsid w:val="00527979"/>
    <w:rsid w:val="00531039"/>
    <w:rsid w:val="00532D2F"/>
    <w:rsid w:val="0056453D"/>
    <w:rsid w:val="00577090"/>
    <w:rsid w:val="00577BCD"/>
    <w:rsid w:val="00582590"/>
    <w:rsid w:val="0058515F"/>
    <w:rsid w:val="005A217D"/>
    <w:rsid w:val="005B35F8"/>
    <w:rsid w:val="005C7112"/>
    <w:rsid w:val="00605B27"/>
    <w:rsid w:val="0062002C"/>
    <w:rsid w:val="00622C4F"/>
    <w:rsid w:val="00627953"/>
    <w:rsid w:val="00636963"/>
    <w:rsid w:val="00640E21"/>
    <w:rsid w:val="00642BEC"/>
    <w:rsid w:val="006466E4"/>
    <w:rsid w:val="00661D7B"/>
    <w:rsid w:val="00691A5D"/>
    <w:rsid w:val="006A4337"/>
    <w:rsid w:val="006B28B7"/>
    <w:rsid w:val="006E2D7D"/>
    <w:rsid w:val="006E4A20"/>
    <w:rsid w:val="006F595A"/>
    <w:rsid w:val="00705B32"/>
    <w:rsid w:val="00732A31"/>
    <w:rsid w:val="00745996"/>
    <w:rsid w:val="00753ED4"/>
    <w:rsid w:val="00763652"/>
    <w:rsid w:val="0077377F"/>
    <w:rsid w:val="00787B9A"/>
    <w:rsid w:val="007B0955"/>
    <w:rsid w:val="007B3CDD"/>
    <w:rsid w:val="007E58F0"/>
    <w:rsid w:val="0082604D"/>
    <w:rsid w:val="00830ABE"/>
    <w:rsid w:val="00832D49"/>
    <w:rsid w:val="008379BB"/>
    <w:rsid w:val="00843139"/>
    <w:rsid w:val="00857D22"/>
    <w:rsid w:val="008926E4"/>
    <w:rsid w:val="008A3438"/>
    <w:rsid w:val="008D0C10"/>
    <w:rsid w:val="008E57F0"/>
    <w:rsid w:val="008F2A05"/>
    <w:rsid w:val="00912B5A"/>
    <w:rsid w:val="00950E63"/>
    <w:rsid w:val="00954ACC"/>
    <w:rsid w:val="009555BC"/>
    <w:rsid w:val="00970F2A"/>
    <w:rsid w:val="0098724B"/>
    <w:rsid w:val="00991036"/>
    <w:rsid w:val="009A5D62"/>
    <w:rsid w:val="009D38F3"/>
    <w:rsid w:val="009D5985"/>
    <w:rsid w:val="009D78FB"/>
    <w:rsid w:val="009E181A"/>
    <w:rsid w:val="009F71D9"/>
    <w:rsid w:val="00A15808"/>
    <w:rsid w:val="00A17345"/>
    <w:rsid w:val="00A33A60"/>
    <w:rsid w:val="00A36CBC"/>
    <w:rsid w:val="00A43A3D"/>
    <w:rsid w:val="00A56756"/>
    <w:rsid w:val="00A62238"/>
    <w:rsid w:val="00A63778"/>
    <w:rsid w:val="00A65739"/>
    <w:rsid w:val="00A96281"/>
    <w:rsid w:val="00AA337B"/>
    <w:rsid w:val="00AA72D3"/>
    <w:rsid w:val="00AF5BE2"/>
    <w:rsid w:val="00B05E2C"/>
    <w:rsid w:val="00B2121F"/>
    <w:rsid w:val="00B21A96"/>
    <w:rsid w:val="00B33B98"/>
    <w:rsid w:val="00B3499B"/>
    <w:rsid w:val="00B56CF4"/>
    <w:rsid w:val="00B57B8C"/>
    <w:rsid w:val="00B646C1"/>
    <w:rsid w:val="00B82C6C"/>
    <w:rsid w:val="00BD3B2B"/>
    <w:rsid w:val="00BE1035"/>
    <w:rsid w:val="00C12D59"/>
    <w:rsid w:val="00C32854"/>
    <w:rsid w:val="00C34030"/>
    <w:rsid w:val="00C53640"/>
    <w:rsid w:val="00C61382"/>
    <w:rsid w:val="00C86912"/>
    <w:rsid w:val="00C94C26"/>
    <w:rsid w:val="00C9757B"/>
    <w:rsid w:val="00CB35C6"/>
    <w:rsid w:val="00CE18E8"/>
    <w:rsid w:val="00CE6F9D"/>
    <w:rsid w:val="00CF423C"/>
    <w:rsid w:val="00D1312C"/>
    <w:rsid w:val="00D1426A"/>
    <w:rsid w:val="00D25D80"/>
    <w:rsid w:val="00D4458D"/>
    <w:rsid w:val="00D4607E"/>
    <w:rsid w:val="00D47565"/>
    <w:rsid w:val="00D71785"/>
    <w:rsid w:val="00D82878"/>
    <w:rsid w:val="00DB1013"/>
    <w:rsid w:val="00DC6901"/>
    <w:rsid w:val="00DD58C4"/>
    <w:rsid w:val="00DD7D4F"/>
    <w:rsid w:val="00DF1534"/>
    <w:rsid w:val="00DF3D6E"/>
    <w:rsid w:val="00E0245F"/>
    <w:rsid w:val="00E25B31"/>
    <w:rsid w:val="00E3446E"/>
    <w:rsid w:val="00E366A1"/>
    <w:rsid w:val="00E45798"/>
    <w:rsid w:val="00E571ED"/>
    <w:rsid w:val="00EA47D4"/>
    <w:rsid w:val="00EA53C7"/>
    <w:rsid w:val="00ED26F8"/>
    <w:rsid w:val="00F40CFF"/>
    <w:rsid w:val="00F40F60"/>
    <w:rsid w:val="00F50474"/>
    <w:rsid w:val="00F62F9D"/>
    <w:rsid w:val="00F6597C"/>
    <w:rsid w:val="00F94E63"/>
    <w:rsid w:val="00FB3939"/>
    <w:rsid w:val="00FB5460"/>
    <w:rsid w:val="00FF3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385D"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rsid w:val="0008385D"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F301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rsid w:val="0008385D"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  <w:rsid w:val="0008385D"/>
  </w:style>
  <w:style w:type="paragraph" w:styleId="Footer">
    <w:name w:val="footer"/>
    <w:basedOn w:val="Normal"/>
    <w:unhideWhenUsed/>
    <w:rsid w:val="0008385D"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  <w:rsid w:val="0008385D"/>
  </w:style>
  <w:style w:type="paragraph" w:customStyle="1" w:styleId="Kirjatekst">
    <w:name w:val="Kirja tekst"/>
    <w:basedOn w:val="Normal"/>
    <w:autoRedefine/>
    <w:rsid w:val="0008385D"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sid w:val="0008385D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basedOn w:val="DefaultParagraphFont"/>
    <w:rsid w:val="00FB393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B393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D3B2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semiHidden/>
    <w:rsid w:val="00FF301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cs-CZ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7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7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2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8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triinu.kopvelt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E6770AA959F54399A8F09E68B9B650" ma:contentTypeVersion="11" ma:contentTypeDescription="Create a new document." ma:contentTypeScope="" ma:versionID="74ce39c70f745fa8f8aecff1795ce1a0">
  <xsd:schema xmlns:xsd="http://www.w3.org/2001/XMLSchema" xmlns:xs="http://www.w3.org/2001/XMLSchema" xmlns:p="http://schemas.microsoft.com/office/2006/metadata/properties" xmlns:ns2="3b43ac6d-9714-499f-aa1d-77116647b538" xmlns:ns3="50337f92-f42a-4d3e-90e5-7ec1aa133e6c" targetNamespace="http://schemas.microsoft.com/office/2006/metadata/properties" ma:root="true" ma:fieldsID="8f0685d9fedd25f12728119340de9caa" ns2:_="" ns3:_="">
    <xsd:import namespace="3b43ac6d-9714-499f-aa1d-77116647b538"/>
    <xsd:import namespace="50337f92-f42a-4d3e-90e5-7ec1aa133e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3ac6d-9714-499f-aa1d-77116647b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37f92-f42a-4d3e-90e5-7ec1aa133e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C3BF3-C0D2-4A60-B92A-FFA0CBC16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43ac6d-9714-499f-aa1d-77116647b538"/>
    <ds:schemaRef ds:uri="50337f92-f42a-4d3e-90e5-7ec1aa133e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</Template>
  <TotalTime>3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ITH</dc:creator>
  <cp:lastModifiedBy>User</cp:lastModifiedBy>
  <cp:revision>3</cp:revision>
  <cp:lastPrinted>2025-05-15T19:35:00Z</cp:lastPrinted>
  <dcterms:created xsi:type="dcterms:W3CDTF">2025-05-15T19:36:00Z</dcterms:created>
  <dcterms:modified xsi:type="dcterms:W3CDTF">2025-05-15T19:38:00Z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0x010100EEE6770AA959F54399A8F09E68B9B650</vt:lpwstr>
  </property>
</Properties>
</file>